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sz w:val="32"/>
          <w:szCs w:val="32"/>
        </w:rPr>
        <w:t>2</w:t>
      </w:r>
    </w:p>
    <w:p>
      <w:pPr>
        <w:spacing w:line="600" w:lineRule="exact"/>
        <w:rPr>
          <w:rFonts w:ascii="黑体" w:hAnsi="黑体" w:eastAsia="黑体" w:cs="黑体"/>
          <w:color w:val="000000"/>
          <w:sz w:val="32"/>
          <w:szCs w:val="32"/>
        </w:rPr>
      </w:pPr>
    </w:p>
    <w:tbl>
      <w:tblPr>
        <w:tblStyle w:val="11"/>
        <w:tblpPr w:leftFromText="180" w:rightFromText="180" w:vertAnchor="page" w:horzAnchor="margin" w:tblpY="3286"/>
        <w:tblW w:w="96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1412"/>
        <w:gridCol w:w="1039"/>
        <w:gridCol w:w="1033"/>
        <w:gridCol w:w="1327"/>
        <w:gridCol w:w="142"/>
        <w:gridCol w:w="1417"/>
        <w:gridCol w:w="28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360" w:lineRule="exact"/>
              <w:ind w:left="113" w:right="113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申请人信息</w:t>
            </w:r>
            <w:r>
              <w:rPr>
                <w:rFonts w:ascii="宋体" w:hAnsi="宋体" w:cs="宋体"/>
                <w:b/>
                <w:bCs/>
                <w:color w:val="000000"/>
              </w:rPr>
              <w:t>(</w:t>
            </w:r>
            <w:r>
              <w:rPr>
                <w:rFonts w:hint="eastAsia" w:ascii="宋体" w:hAnsi="宋体" w:cs="宋体"/>
                <w:b/>
                <w:bCs/>
                <w:color w:val="000000"/>
              </w:rPr>
              <w:t>二选一</w:t>
            </w:r>
            <w:r>
              <w:rPr>
                <w:rFonts w:ascii="宋体" w:hAnsi="宋体" w:cs="宋体"/>
                <w:b/>
                <w:bCs/>
                <w:color w:val="000000"/>
              </w:rPr>
              <w:t>)</w:t>
            </w:r>
          </w:p>
        </w:tc>
        <w:tc>
          <w:tcPr>
            <w:tcW w:w="141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公民</w:t>
            </w:r>
          </w:p>
        </w:tc>
        <w:tc>
          <w:tcPr>
            <w:tcW w:w="2072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hint="eastAsia" w:ascii="宋体" w:hAnsi="宋体" w:cs="宋体"/>
                <w:color w:val="000000"/>
              </w:rPr>
              <w:t>姓</w:t>
            </w:r>
            <w:r>
              <w:rPr>
                <w:rFonts w:ascii="宋体" w:hAnsi="宋体" w:cs="宋体"/>
                <w:color w:val="00000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</w:rPr>
              <w:t>名</w:t>
            </w:r>
          </w:p>
        </w:tc>
        <w:tc>
          <w:tcPr>
            <w:tcW w:w="1469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工作单位</w:t>
            </w:r>
          </w:p>
        </w:tc>
        <w:tc>
          <w:tcPr>
            <w:tcW w:w="283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3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hint="eastAsia" w:ascii="宋体" w:hAnsi="宋体" w:cs="宋体"/>
                <w:color w:val="000000"/>
              </w:rPr>
              <w:t>证件名称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hint="eastAsia" w:ascii="宋体" w:hAnsi="宋体" w:cs="宋体"/>
                <w:color w:val="000000"/>
              </w:rPr>
              <w:t>证件号码</w:t>
            </w:r>
          </w:p>
        </w:tc>
        <w:tc>
          <w:tcPr>
            <w:tcW w:w="283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3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hint="eastAsia" w:ascii="宋体" w:hAnsi="宋体" w:cs="宋体"/>
                <w:color w:val="000000"/>
              </w:rPr>
              <w:t>联系电话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传</w:t>
            </w:r>
            <w:r>
              <w:rPr>
                <w:rFonts w:ascii="宋体" w:hAnsi="宋体" w:cs="宋体"/>
                <w:color w:val="00000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</w:rPr>
              <w:t>真</w:t>
            </w:r>
          </w:p>
        </w:tc>
        <w:tc>
          <w:tcPr>
            <w:tcW w:w="283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</w:trPr>
        <w:tc>
          <w:tcPr>
            <w:tcW w:w="3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hint="eastAsia" w:ascii="宋体" w:hAnsi="宋体" w:cs="宋体"/>
                <w:color w:val="000000"/>
              </w:rPr>
              <w:t>通信地址和邮编</w:t>
            </w:r>
          </w:p>
        </w:tc>
        <w:tc>
          <w:tcPr>
            <w:tcW w:w="57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电子邮箱</w:t>
            </w:r>
          </w:p>
        </w:tc>
        <w:tc>
          <w:tcPr>
            <w:tcW w:w="57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法人</w:t>
            </w:r>
            <w:r>
              <w:rPr>
                <w:rFonts w:ascii="宋体" w:hAnsi="宋体" w:cs="宋体"/>
                <w:color w:val="000000"/>
              </w:rPr>
              <w:t xml:space="preserve"> / </w:t>
            </w:r>
          </w:p>
          <w:p>
            <w:pPr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其它组织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hint="eastAsia" w:ascii="宋体" w:hAnsi="宋体" w:cs="宋体"/>
                <w:color w:val="000000"/>
              </w:rPr>
              <w:t>名</w:t>
            </w:r>
            <w:r>
              <w:rPr>
                <w:rFonts w:ascii="宋体" w:hAnsi="宋体" w:cs="宋体"/>
                <w:color w:val="00000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</w:rPr>
              <w:t>称</w:t>
            </w:r>
          </w:p>
        </w:tc>
        <w:tc>
          <w:tcPr>
            <w:tcW w:w="57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3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hint="eastAsia" w:ascii="宋体" w:hAnsi="宋体" w:cs="宋体"/>
                <w:color w:val="000000"/>
              </w:rPr>
              <w:t>统一社会信用代码</w:t>
            </w:r>
          </w:p>
        </w:tc>
        <w:tc>
          <w:tcPr>
            <w:tcW w:w="57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hint="eastAsia" w:ascii="宋体" w:hAnsi="宋体" w:cs="宋体"/>
                <w:color w:val="000000"/>
              </w:rPr>
              <w:t>法人代表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hint="eastAsia" w:ascii="宋体" w:hAnsi="宋体" w:cs="宋体"/>
                <w:color w:val="000000"/>
              </w:rPr>
              <w:t>联系人姓名</w:t>
            </w:r>
          </w:p>
        </w:tc>
        <w:tc>
          <w:tcPr>
            <w:tcW w:w="283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hint="eastAsia" w:ascii="宋体" w:hAnsi="宋体" w:cs="宋体"/>
                <w:color w:val="000000"/>
              </w:rPr>
              <w:t>联系电话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传</w:t>
            </w:r>
            <w:r>
              <w:rPr>
                <w:rFonts w:ascii="宋体" w:hAnsi="宋体" w:cs="宋体"/>
                <w:color w:val="00000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</w:rPr>
              <w:t>真</w:t>
            </w:r>
          </w:p>
        </w:tc>
        <w:tc>
          <w:tcPr>
            <w:tcW w:w="283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3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hint="eastAsia" w:ascii="宋体" w:hAnsi="宋体" w:cs="宋体"/>
                <w:color w:val="000000"/>
              </w:rPr>
              <w:t>通信地址和邮编</w:t>
            </w:r>
          </w:p>
        </w:tc>
        <w:tc>
          <w:tcPr>
            <w:tcW w:w="57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3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联系人电子邮箱</w:t>
            </w:r>
          </w:p>
        </w:tc>
        <w:tc>
          <w:tcPr>
            <w:tcW w:w="5719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4" w:hRule="atLeast"/>
        </w:trPr>
        <w:tc>
          <w:tcPr>
            <w:tcW w:w="39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申请信息情况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hAnsi="宋体" w:eastAsia="楷体_GB2312"/>
                <w:color w:val="000000"/>
              </w:rPr>
            </w:pPr>
            <w:r>
              <w:rPr>
                <w:rFonts w:hint="eastAsia" w:ascii="楷体_GB2312" w:hAnsi="宋体" w:eastAsia="楷体_GB2312" w:cs="楷体_GB2312"/>
                <w:color w:val="000000"/>
              </w:rPr>
              <w:t>＊</w:t>
            </w:r>
            <w:r>
              <w:rPr>
                <w:rFonts w:hint="eastAsia" w:ascii="宋体" w:hAnsi="宋体" w:cs="宋体"/>
                <w:color w:val="000000"/>
              </w:rPr>
              <w:t>所需信息的内容描述（名称、文号或便于税务机关查询的其他特征性描述；仅限填写一项具体政府信息。）</w:t>
            </w:r>
          </w:p>
        </w:tc>
        <w:tc>
          <w:tcPr>
            <w:tcW w:w="77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宋体"/>
                <w:b/>
                <w:b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39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245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hint="eastAsia" w:ascii="宋体" w:hAnsi="宋体" w:cs="宋体"/>
                <w:color w:val="000000"/>
              </w:rPr>
              <w:t>政府信息的获取方式</w:t>
            </w:r>
          </w:p>
          <w:p>
            <w:pPr>
              <w:snapToGrid w:val="0"/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（单选）</w:t>
            </w:r>
          </w:p>
        </w:tc>
        <w:tc>
          <w:tcPr>
            <w:tcW w:w="6752" w:type="dxa"/>
            <w:gridSpan w:val="5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□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</w:rPr>
              <w:t>邮寄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9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24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6752" w:type="dxa"/>
            <w:gridSpan w:val="5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□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</w:rPr>
              <w:t>在线平台答复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</w:trPr>
        <w:tc>
          <w:tcPr>
            <w:tcW w:w="39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24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6752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□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</w:rPr>
              <w:t>当面领取</w:t>
            </w:r>
            <w:r>
              <w:rPr>
                <w:rFonts w:ascii="宋体" w:hAnsi="宋体" w:cs="宋体"/>
                <w:color w:val="000000"/>
              </w:rPr>
              <w:t>/</w:t>
            </w:r>
            <w:r>
              <w:rPr>
                <w:rFonts w:hint="eastAsia" w:ascii="宋体" w:hAnsi="宋体" w:cs="宋体"/>
                <w:color w:val="000000"/>
              </w:rPr>
              <w:t>现场查阅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9600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bottom"/>
          </w:tcPr>
          <w:p>
            <w:pPr>
              <w:snapToGrid w:val="0"/>
              <w:spacing w:line="400" w:lineRule="exact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</w:rPr>
              <w:t>申请人签名或者盖章：</w:t>
            </w:r>
            <w:r>
              <w:rPr>
                <w:rFonts w:ascii="宋体" w:hAnsi="宋体" w:cs="宋体"/>
                <w:color w:val="000000"/>
              </w:rPr>
              <w:t xml:space="preserve">                         </w:t>
            </w:r>
            <w:r>
              <w:rPr>
                <w:rFonts w:hint="eastAsia" w:ascii="宋体" w:hAnsi="宋体" w:cs="宋体"/>
                <w:color w:val="000000"/>
              </w:rPr>
              <w:t>填表时间：</w:t>
            </w:r>
          </w:p>
        </w:tc>
      </w:tr>
    </w:tbl>
    <w:p>
      <w:pPr>
        <w:spacing w:line="48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color w:val="000000"/>
          <w:sz w:val="44"/>
          <w:szCs w:val="44"/>
        </w:rPr>
        <w:t>国家税务总局ΧΧ税务局</w:t>
      </w:r>
      <w:bookmarkStart w:id="0" w:name="_GoBack"/>
      <w:r>
        <w:rPr>
          <w:rFonts w:hint="eastAsia" w:ascii="方正小标宋简体" w:hAnsi="宋体" w:eastAsia="方正小标宋简体" w:cs="方正小标宋简体"/>
          <w:color w:val="000000"/>
          <w:sz w:val="44"/>
          <w:szCs w:val="44"/>
        </w:rPr>
        <w:t>政府信息公开</w:t>
      </w:r>
      <w:bookmarkEnd w:id="0"/>
      <w:r>
        <w:rPr>
          <w:rFonts w:hint="eastAsia" w:ascii="方正小标宋简体" w:hAnsi="宋体" w:eastAsia="方正小标宋简体" w:cs="方正小标宋简体"/>
          <w:color w:val="000000"/>
          <w:sz w:val="44"/>
          <w:szCs w:val="44"/>
        </w:rPr>
        <w:t>申请表</w:t>
      </w:r>
    </w:p>
    <w:p>
      <w:pPr>
        <w:rPr>
          <w:rFonts w:ascii="宋体"/>
          <w:color w:val="000000"/>
          <w:sz w:val="24"/>
          <w:szCs w:val="24"/>
        </w:rPr>
      </w:pPr>
    </w:p>
    <w:p>
      <w:pPr>
        <w:spacing w:line="360" w:lineRule="auto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</w:t>
      </w:r>
      <w:r>
        <w:rPr>
          <w:rFonts w:ascii="宋体" w:hAnsi="宋体" w:cs="宋体"/>
          <w:color w:val="000000"/>
          <w:sz w:val="24"/>
          <w:szCs w:val="24"/>
        </w:rPr>
        <w:t>1.*</w:t>
      </w:r>
      <w:r>
        <w:rPr>
          <w:rFonts w:hint="eastAsia" w:ascii="宋体" w:hAnsi="宋体" w:cs="宋体"/>
          <w:color w:val="000000"/>
          <w:sz w:val="24"/>
          <w:szCs w:val="24"/>
        </w:rPr>
        <w:t>为必填项。</w:t>
      </w:r>
    </w:p>
    <w:p>
      <w:pPr>
        <w:spacing w:line="360" w:lineRule="auto"/>
        <w:ind w:firstLine="420"/>
        <w:rPr>
          <w:rFonts w:cs="Times New Roman"/>
          <w:sz w:val="30"/>
          <w:szCs w:val="30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 2.</w:t>
      </w:r>
      <w:r>
        <w:rPr>
          <w:rFonts w:hint="eastAsia" w:ascii="宋体" w:hAnsi="宋体" w:cs="宋体"/>
          <w:color w:val="000000"/>
          <w:sz w:val="24"/>
          <w:szCs w:val="24"/>
        </w:rPr>
        <w:t>申请人邮寄申请表的，需附申请人身份证正反面或者证明文件复印件。</w:t>
      </w:r>
    </w:p>
    <w:sectPr>
      <w:footerReference r:id="rId3" w:type="default"/>
      <w:pgSz w:w="11906" w:h="16838"/>
      <w:pgMar w:top="1247" w:right="1531" w:bottom="1247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- 2 -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B9C"/>
    <w:rsid w:val="00004EEF"/>
    <w:rsid w:val="000174EA"/>
    <w:rsid w:val="0002010F"/>
    <w:rsid w:val="0002791E"/>
    <w:rsid w:val="00033A8D"/>
    <w:rsid w:val="00055358"/>
    <w:rsid w:val="00056051"/>
    <w:rsid w:val="000620E3"/>
    <w:rsid w:val="0006620E"/>
    <w:rsid w:val="00073A16"/>
    <w:rsid w:val="00076517"/>
    <w:rsid w:val="0008752C"/>
    <w:rsid w:val="00094102"/>
    <w:rsid w:val="000B1EF8"/>
    <w:rsid w:val="000D5F02"/>
    <w:rsid w:val="000D62A5"/>
    <w:rsid w:val="000D64D7"/>
    <w:rsid w:val="000E0D69"/>
    <w:rsid w:val="000E2EAC"/>
    <w:rsid w:val="000F7E75"/>
    <w:rsid w:val="00126BDE"/>
    <w:rsid w:val="00137BE0"/>
    <w:rsid w:val="0014031D"/>
    <w:rsid w:val="00141A40"/>
    <w:rsid w:val="001463E5"/>
    <w:rsid w:val="00146717"/>
    <w:rsid w:val="00146D50"/>
    <w:rsid w:val="00166CA1"/>
    <w:rsid w:val="00181632"/>
    <w:rsid w:val="00194880"/>
    <w:rsid w:val="001A277B"/>
    <w:rsid w:val="001A6C92"/>
    <w:rsid w:val="001C7688"/>
    <w:rsid w:val="001C7B2F"/>
    <w:rsid w:val="001E28D7"/>
    <w:rsid w:val="001E43B8"/>
    <w:rsid w:val="001F21CD"/>
    <w:rsid w:val="001F5A9E"/>
    <w:rsid w:val="002155EB"/>
    <w:rsid w:val="0022179D"/>
    <w:rsid w:val="00225A86"/>
    <w:rsid w:val="00236DD9"/>
    <w:rsid w:val="00243F31"/>
    <w:rsid w:val="00256F53"/>
    <w:rsid w:val="00286460"/>
    <w:rsid w:val="0029072C"/>
    <w:rsid w:val="00297ECA"/>
    <w:rsid w:val="002A28F4"/>
    <w:rsid w:val="002B179D"/>
    <w:rsid w:val="002D07FC"/>
    <w:rsid w:val="002D3090"/>
    <w:rsid w:val="002D7A29"/>
    <w:rsid w:val="002E1EBE"/>
    <w:rsid w:val="002F3D14"/>
    <w:rsid w:val="00301605"/>
    <w:rsid w:val="00301D60"/>
    <w:rsid w:val="003052CE"/>
    <w:rsid w:val="00305A58"/>
    <w:rsid w:val="00316366"/>
    <w:rsid w:val="00321327"/>
    <w:rsid w:val="0032781E"/>
    <w:rsid w:val="00337302"/>
    <w:rsid w:val="00357260"/>
    <w:rsid w:val="00357ABB"/>
    <w:rsid w:val="003643F9"/>
    <w:rsid w:val="00380E12"/>
    <w:rsid w:val="00385A73"/>
    <w:rsid w:val="00385F39"/>
    <w:rsid w:val="003A0B58"/>
    <w:rsid w:val="003A2D9F"/>
    <w:rsid w:val="003B10E2"/>
    <w:rsid w:val="003C48DE"/>
    <w:rsid w:val="003C58D0"/>
    <w:rsid w:val="003D0968"/>
    <w:rsid w:val="003D2114"/>
    <w:rsid w:val="003E3C92"/>
    <w:rsid w:val="003F68E0"/>
    <w:rsid w:val="00402E27"/>
    <w:rsid w:val="004317F5"/>
    <w:rsid w:val="00450DB7"/>
    <w:rsid w:val="004566AA"/>
    <w:rsid w:val="00466A58"/>
    <w:rsid w:val="00474FBF"/>
    <w:rsid w:val="00493450"/>
    <w:rsid w:val="004A7FA4"/>
    <w:rsid w:val="004B0D02"/>
    <w:rsid w:val="004C7500"/>
    <w:rsid w:val="004D6B4B"/>
    <w:rsid w:val="004D6FFD"/>
    <w:rsid w:val="004F0FF4"/>
    <w:rsid w:val="004F46DF"/>
    <w:rsid w:val="005051C4"/>
    <w:rsid w:val="00510CE8"/>
    <w:rsid w:val="0052608B"/>
    <w:rsid w:val="00577595"/>
    <w:rsid w:val="00577C6B"/>
    <w:rsid w:val="00585CF1"/>
    <w:rsid w:val="005A22B9"/>
    <w:rsid w:val="005B45D3"/>
    <w:rsid w:val="005B472F"/>
    <w:rsid w:val="005B7185"/>
    <w:rsid w:val="005C1BDF"/>
    <w:rsid w:val="005C1DD2"/>
    <w:rsid w:val="005C4214"/>
    <w:rsid w:val="005D2948"/>
    <w:rsid w:val="00606BEB"/>
    <w:rsid w:val="00614FD4"/>
    <w:rsid w:val="0061720B"/>
    <w:rsid w:val="006502F7"/>
    <w:rsid w:val="00692D42"/>
    <w:rsid w:val="006943D8"/>
    <w:rsid w:val="006A7EBE"/>
    <w:rsid w:val="006B3623"/>
    <w:rsid w:val="006C431D"/>
    <w:rsid w:val="006C4E43"/>
    <w:rsid w:val="006C5D35"/>
    <w:rsid w:val="00713C47"/>
    <w:rsid w:val="00716D7F"/>
    <w:rsid w:val="00720CC5"/>
    <w:rsid w:val="00733A01"/>
    <w:rsid w:val="007435FF"/>
    <w:rsid w:val="00750A01"/>
    <w:rsid w:val="00753AD7"/>
    <w:rsid w:val="00766582"/>
    <w:rsid w:val="00773DF4"/>
    <w:rsid w:val="0077782F"/>
    <w:rsid w:val="007927B3"/>
    <w:rsid w:val="007939D8"/>
    <w:rsid w:val="00795C43"/>
    <w:rsid w:val="00797E1F"/>
    <w:rsid w:val="007B14CB"/>
    <w:rsid w:val="007B2ABB"/>
    <w:rsid w:val="007C4965"/>
    <w:rsid w:val="007D1285"/>
    <w:rsid w:val="007E32FF"/>
    <w:rsid w:val="007F39ED"/>
    <w:rsid w:val="00805497"/>
    <w:rsid w:val="00805DBA"/>
    <w:rsid w:val="008074D1"/>
    <w:rsid w:val="00823F10"/>
    <w:rsid w:val="00827A09"/>
    <w:rsid w:val="008459FD"/>
    <w:rsid w:val="00851192"/>
    <w:rsid w:val="0085255B"/>
    <w:rsid w:val="00874B41"/>
    <w:rsid w:val="0089796A"/>
    <w:rsid w:val="008B40D3"/>
    <w:rsid w:val="008B451E"/>
    <w:rsid w:val="008D3527"/>
    <w:rsid w:val="008E3A12"/>
    <w:rsid w:val="008E7159"/>
    <w:rsid w:val="008F0874"/>
    <w:rsid w:val="0090170A"/>
    <w:rsid w:val="009022BC"/>
    <w:rsid w:val="00904537"/>
    <w:rsid w:val="009101BA"/>
    <w:rsid w:val="00914045"/>
    <w:rsid w:val="00945838"/>
    <w:rsid w:val="00955B9A"/>
    <w:rsid w:val="00963F34"/>
    <w:rsid w:val="00974E37"/>
    <w:rsid w:val="00977A53"/>
    <w:rsid w:val="009A1F07"/>
    <w:rsid w:val="009A20B2"/>
    <w:rsid w:val="009C5E3E"/>
    <w:rsid w:val="009D4A3D"/>
    <w:rsid w:val="009D7857"/>
    <w:rsid w:val="00A10E83"/>
    <w:rsid w:val="00A11D54"/>
    <w:rsid w:val="00A3527D"/>
    <w:rsid w:val="00A5090B"/>
    <w:rsid w:val="00A50B47"/>
    <w:rsid w:val="00A54DC6"/>
    <w:rsid w:val="00A57BD8"/>
    <w:rsid w:val="00A60B72"/>
    <w:rsid w:val="00A71B6C"/>
    <w:rsid w:val="00A84D95"/>
    <w:rsid w:val="00AA0041"/>
    <w:rsid w:val="00AD6A2B"/>
    <w:rsid w:val="00B00C3D"/>
    <w:rsid w:val="00B0571D"/>
    <w:rsid w:val="00B24EAB"/>
    <w:rsid w:val="00B3781D"/>
    <w:rsid w:val="00B40EB3"/>
    <w:rsid w:val="00B41B62"/>
    <w:rsid w:val="00B5064E"/>
    <w:rsid w:val="00B53BF2"/>
    <w:rsid w:val="00B66347"/>
    <w:rsid w:val="00BB73DA"/>
    <w:rsid w:val="00BF58B7"/>
    <w:rsid w:val="00C03D23"/>
    <w:rsid w:val="00C3043D"/>
    <w:rsid w:val="00C31BB0"/>
    <w:rsid w:val="00C46D48"/>
    <w:rsid w:val="00C8405A"/>
    <w:rsid w:val="00C92EFE"/>
    <w:rsid w:val="00CA1353"/>
    <w:rsid w:val="00CA7D84"/>
    <w:rsid w:val="00CB0369"/>
    <w:rsid w:val="00CB29AE"/>
    <w:rsid w:val="00CB3E82"/>
    <w:rsid w:val="00CB5A27"/>
    <w:rsid w:val="00CB6F9B"/>
    <w:rsid w:val="00CC746C"/>
    <w:rsid w:val="00CE5560"/>
    <w:rsid w:val="00D0390A"/>
    <w:rsid w:val="00D16173"/>
    <w:rsid w:val="00D17E5F"/>
    <w:rsid w:val="00D27286"/>
    <w:rsid w:val="00D31127"/>
    <w:rsid w:val="00D34B1A"/>
    <w:rsid w:val="00D40138"/>
    <w:rsid w:val="00D520CB"/>
    <w:rsid w:val="00D567D7"/>
    <w:rsid w:val="00D62531"/>
    <w:rsid w:val="00D647A1"/>
    <w:rsid w:val="00D72375"/>
    <w:rsid w:val="00D72825"/>
    <w:rsid w:val="00D7516E"/>
    <w:rsid w:val="00DA0B9C"/>
    <w:rsid w:val="00DB31D4"/>
    <w:rsid w:val="00DB5D7D"/>
    <w:rsid w:val="00DD02D2"/>
    <w:rsid w:val="00DD12B3"/>
    <w:rsid w:val="00E04AE8"/>
    <w:rsid w:val="00E078AA"/>
    <w:rsid w:val="00E14125"/>
    <w:rsid w:val="00E145BE"/>
    <w:rsid w:val="00E2053C"/>
    <w:rsid w:val="00E2429B"/>
    <w:rsid w:val="00E25206"/>
    <w:rsid w:val="00E27B06"/>
    <w:rsid w:val="00E37B4D"/>
    <w:rsid w:val="00E414E4"/>
    <w:rsid w:val="00E45182"/>
    <w:rsid w:val="00E47A56"/>
    <w:rsid w:val="00E5415F"/>
    <w:rsid w:val="00E83A73"/>
    <w:rsid w:val="00E85967"/>
    <w:rsid w:val="00EB48C1"/>
    <w:rsid w:val="00EB7F48"/>
    <w:rsid w:val="00EC1008"/>
    <w:rsid w:val="00EC1930"/>
    <w:rsid w:val="00EC1D77"/>
    <w:rsid w:val="00ED5827"/>
    <w:rsid w:val="00ED5CF2"/>
    <w:rsid w:val="00EE15B5"/>
    <w:rsid w:val="00EE58CB"/>
    <w:rsid w:val="00F04D9D"/>
    <w:rsid w:val="00F0642F"/>
    <w:rsid w:val="00F1341E"/>
    <w:rsid w:val="00F202EE"/>
    <w:rsid w:val="00F223F4"/>
    <w:rsid w:val="00F26A24"/>
    <w:rsid w:val="00F37014"/>
    <w:rsid w:val="00F50833"/>
    <w:rsid w:val="00F52C84"/>
    <w:rsid w:val="00F7088F"/>
    <w:rsid w:val="00F716A9"/>
    <w:rsid w:val="00F72F71"/>
    <w:rsid w:val="00F76C14"/>
    <w:rsid w:val="00F835E4"/>
    <w:rsid w:val="00F863FE"/>
    <w:rsid w:val="00F9261B"/>
    <w:rsid w:val="00FA325B"/>
    <w:rsid w:val="00FB0EC7"/>
    <w:rsid w:val="00FB36AB"/>
    <w:rsid w:val="00FB4E85"/>
    <w:rsid w:val="00FB5FF2"/>
    <w:rsid w:val="00FC2E91"/>
    <w:rsid w:val="00FD0EA0"/>
    <w:rsid w:val="00FD148F"/>
    <w:rsid w:val="00FD22BB"/>
    <w:rsid w:val="7042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uiPriority w:val="99"/>
    <w:pPr>
      <w:adjustRightInd w:val="0"/>
      <w:spacing w:line="440" w:lineRule="atLeast"/>
      <w:ind w:firstLine="643" w:firstLineChars="201"/>
    </w:pPr>
    <w:rPr>
      <w:rFonts w:ascii="仿宋_GB2312" w:eastAsia="仿宋_GB2312" w:cs="仿宋_GB2312"/>
      <w:kern w:val="0"/>
      <w:sz w:val="32"/>
      <w:szCs w:val="32"/>
    </w:rPr>
  </w:style>
  <w:style w:type="paragraph" w:styleId="3">
    <w:name w:val="Plain Text"/>
    <w:basedOn w:val="1"/>
    <w:link w:val="16"/>
    <w:qFormat/>
    <w:uiPriority w:val="99"/>
    <w:rPr>
      <w:rFonts w:ascii="宋体" w:hAnsi="Courier New" w:cs="宋体"/>
    </w:rPr>
  </w:style>
  <w:style w:type="paragraph" w:styleId="4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99"/>
    <w:rPr>
      <w:rFonts w:ascii="Times New Roman" w:hAnsi="Times New Roman" w:cs="Times New Roman"/>
      <w:b/>
      <w:bCs/>
    </w:rPr>
  </w:style>
  <w:style w:type="character" w:styleId="10">
    <w:name w:val="page number"/>
    <w:basedOn w:val="8"/>
    <w:qFormat/>
    <w:uiPriority w:val="99"/>
  </w:style>
  <w:style w:type="character" w:customStyle="1" w:styleId="12">
    <w:name w:val="Footer Char"/>
    <w:basedOn w:val="8"/>
    <w:link w:val="5"/>
    <w:qFormat/>
    <w:locked/>
    <w:uiPriority w:val="99"/>
    <w:rPr>
      <w:kern w:val="2"/>
      <w:sz w:val="18"/>
      <w:szCs w:val="18"/>
    </w:rPr>
  </w:style>
  <w:style w:type="character" w:customStyle="1" w:styleId="13">
    <w:name w:val="Header Char"/>
    <w:basedOn w:val="8"/>
    <w:link w:val="6"/>
    <w:semiHidden/>
    <w:qFormat/>
    <w:uiPriority w:val="99"/>
    <w:rPr>
      <w:sz w:val="18"/>
      <w:szCs w:val="18"/>
    </w:rPr>
  </w:style>
  <w:style w:type="character" w:customStyle="1" w:styleId="14">
    <w:name w:val="Balloon Text Char"/>
    <w:basedOn w:val="8"/>
    <w:link w:val="4"/>
    <w:semiHidden/>
    <w:qFormat/>
    <w:uiPriority w:val="99"/>
    <w:rPr>
      <w:sz w:val="0"/>
      <w:szCs w:val="0"/>
    </w:rPr>
  </w:style>
  <w:style w:type="character" w:customStyle="1" w:styleId="15">
    <w:name w:val="Body Text Indent Char"/>
    <w:basedOn w:val="8"/>
    <w:link w:val="2"/>
    <w:semiHidden/>
    <w:uiPriority w:val="99"/>
    <w:rPr>
      <w:szCs w:val="21"/>
    </w:rPr>
  </w:style>
  <w:style w:type="character" w:customStyle="1" w:styleId="16">
    <w:name w:val="Plain Text Char"/>
    <w:basedOn w:val="8"/>
    <w:link w:val="3"/>
    <w:locked/>
    <w:uiPriority w:val="99"/>
    <w:rPr>
      <w:rFonts w:ascii="宋体" w:hAnsi="Courier New" w:cs="宋体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62</Words>
  <Characters>359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2020-01-02T09:42:00Z</dcterms:created>
  <dc:creator>微软用户</dc:creator>
  <cp:lastModifiedBy>Administrator</cp:lastModifiedBy>
  <cp:lastPrinted>2009-03-23T06:28:00Z</cp:lastPrinted>
  <dcterms:modified xsi:type="dcterms:W3CDTF">2020-03-05T12:32:34Z</dcterms:modified>
  <dc:title>办文说明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